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A04DD8" w:rsidRDefault="00B53011">
      <w:r w:rsidRPr="00A04DD8">
        <w:br/>
      </w:r>
    </w:p>
    <w:p w14:paraId="7DBCF3E9" w14:textId="77777777" w:rsidR="00B53011" w:rsidRPr="00A04DD8" w:rsidRDefault="00B53011" w:rsidP="00C12077">
      <w:pPr>
        <w:pStyle w:val="NoSpacing"/>
      </w:pPr>
    </w:p>
    <w:p w14:paraId="0AF8F887" w14:textId="77777777" w:rsidR="002F44E9" w:rsidRDefault="002F44E9" w:rsidP="000144DD">
      <w:pPr>
        <w:pStyle w:val="Default"/>
        <w:rPr>
          <w:b/>
          <w:bCs/>
          <w:sz w:val="20"/>
          <w:szCs w:val="20"/>
          <w:u w:val="none"/>
          <w:lang w:val="nl-NL"/>
        </w:rPr>
      </w:pPr>
    </w:p>
    <w:p w14:paraId="5EFD8C5F" w14:textId="741CABD5" w:rsidR="000144DD" w:rsidRPr="00A04DD8" w:rsidRDefault="000144DD" w:rsidP="000144DD">
      <w:pPr>
        <w:pStyle w:val="Default"/>
        <w:rPr>
          <w:sz w:val="20"/>
          <w:szCs w:val="20"/>
          <w:u w:val="none"/>
          <w:lang w:val="nl-NL"/>
        </w:rPr>
      </w:pPr>
      <w:r w:rsidRPr="00A04DD8">
        <w:rPr>
          <w:b/>
          <w:bCs/>
          <w:sz w:val="20"/>
          <w:szCs w:val="20"/>
          <w:u w:val="none"/>
          <w:lang w:val="nl-NL"/>
        </w:rPr>
        <w:t xml:space="preserve">Themaverhaal </w:t>
      </w:r>
    </w:p>
    <w:p w14:paraId="59859221" w14:textId="0E4C397F" w:rsidR="000144DD" w:rsidRPr="00A04DD8" w:rsidRDefault="000144DD" w:rsidP="000144DD">
      <w:pPr>
        <w:pStyle w:val="Default"/>
        <w:rPr>
          <w:sz w:val="20"/>
          <w:szCs w:val="20"/>
          <w:u w:val="none"/>
          <w:lang w:val="nl-NL"/>
        </w:rPr>
      </w:pPr>
      <w:r w:rsidRPr="00A04DD8">
        <w:rPr>
          <w:sz w:val="20"/>
          <w:szCs w:val="20"/>
          <w:u w:val="none"/>
          <w:lang w:val="nl-NL"/>
        </w:rPr>
        <w:t xml:space="preserve">Fleur is druk bezig met het verbinden van alle huizen in </w:t>
      </w:r>
      <w:r w:rsidR="00A04DD8" w:rsidRPr="00A04DD8">
        <w:rPr>
          <w:sz w:val="20"/>
          <w:szCs w:val="20"/>
          <w:u w:val="none"/>
          <w:lang w:val="nl-NL"/>
        </w:rPr>
        <w:t>Hotsjietonia</w:t>
      </w:r>
      <w:r w:rsidRPr="00A04DD8">
        <w:rPr>
          <w:sz w:val="20"/>
          <w:szCs w:val="20"/>
          <w:u w:val="none"/>
          <w:lang w:val="nl-NL"/>
        </w:rPr>
        <w:t xml:space="preserve">. Zo komt ze ook langs het huis van Bas Bos. Bas zegt “Hey Fleur. Het is allemaal wel een goed idee, zo met die touwtjes, maar weet je ook dat dieren op een afstand met elkaar kunnen communiceren? Waarom proberen we dit niet eens uit, om te kijken of dat niet iets is voor ons?” </w:t>
      </w:r>
    </w:p>
    <w:p w14:paraId="06A71FC0" w14:textId="77777777" w:rsidR="000144DD" w:rsidRPr="00A04DD8" w:rsidRDefault="000144DD" w:rsidP="000144DD">
      <w:pPr>
        <w:pStyle w:val="Default"/>
        <w:rPr>
          <w:sz w:val="20"/>
          <w:szCs w:val="20"/>
          <w:u w:val="none"/>
          <w:lang w:val="nl-NL"/>
        </w:rPr>
      </w:pPr>
    </w:p>
    <w:p w14:paraId="7443E0EA" w14:textId="3EA7E3B2" w:rsidR="000144DD" w:rsidRPr="00A04DD8" w:rsidRDefault="000144DD" w:rsidP="000144DD">
      <w:pPr>
        <w:pStyle w:val="Default"/>
        <w:rPr>
          <w:sz w:val="20"/>
          <w:szCs w:val="20"/>
          <w:u w:val="none"/>
          <w:lang w:val="nl-NL"/>
        </w:rPr>
      </w:pPr>
      <w:r w:rsidRPr="00A04DD8">
        <w:rPr>
          <w:b/>
          <w:bCs/>
          <w:sz w:val="20"/>
          <w:szCs w:val="20"/>
          <w:u w:val="none"/>
          <w:lang w:val="nl-NL"/>
        </w:rPr>
        <w:t>Activiteit</w:t>
      </w:r>
    </w:p>
    <w:p w14:paraId="6B18648C" w14:textId="77777777" w:rsidR="000144DD" w:rsidRPr="00A04DD8" w:rsidRDefault="000144DD" w:rsidP="000144DD">
      <w:pPr>
        <w:pStyle w:val="Default"/>
        <w:rPr>
          <w:sz w:val="20"/>
          <w:szCs w:val="20"/>
          <w:u w:val="none"/>
          <w:lang w:val="nl-NL"/>
        </w:rPr>
      </w:pPr>
      <w:r w:rsidRPr="00A04DD8">
        <w:rPr>
          <w:sz w:val="20"/>
          <w:szCs w:val="20"/>
          <w:u w:val="none"/>
          <w:lang w:val="nl-NL"/>
        </w:rPr>
        <w:t xml:space="preserve">Dieren zijn anders dan mensen, en die communiceren dus ook op andere manieren. De bevers gaan daarom proberen te leren hoe dieren communiceren, en of dit misschien ook wel iets is voor hen in plaats van praten. Ga daarom met je hele kolonie in een grote open plek staan. Ga hier 1 voor 1 alle dieren na wat voor geluid die maken. Vervolgens kan de spelleider een dier roepen dat uitgelegd is, en de hele beverkolonie moet die nadoen. </w:t>
      </w:r>
    </w:p>
    <w:p w14:paraId="5B6243D2" w14:textId="77777777" w:rsidR="000144DD" w:rsidRPr="00A04DD8" w:rsidRDefault="000144DD" w:rsidP="000144DD">
      <w:pPr>
        <w:pStyle w:val="Default"/>
        <w:rPr>
          <w:sz w:val="20"/>
          <w:szCs w:val="20"/>
          <w:u w:val="none"/>
          <w:lang w:val="nl-NL"/>
        </w:rPr>
      </w:pPr>
    </w:p>
    <w:p w14:paraId="21D62C26" w14:textId="77777777" w:rsidR="000144DD" w:rsidRPr="00A04DD8" w:rsidRDefault="000144DD" w:rsidP="000144DD">
      <w:pPr>
        <w:pStyle w:val="Default"/>
        <w:rPr>
          <w:sz w:val="20"/>
          <w:szCs w:val="20"/>
          <w:u w:val="none"/>
          <w:lang w:val="nl-NL"/>
        </w:rPr>
      </w:pPr>
      <w:r w:rsidRPr="00A04DD8">
        <w:rPr>
          <w:b/>
          <w:bCs/>
          <w:sz w:val="20"/>
          <w:szCs w:val="20"/>
          <w:u w:val="none"/>
          <w:lang w:val="nl-NL"/>
        </w:rPr>
        <w:t xml:space="preserve">Benodigdheden </w:t>
      </w:r>
    </w:p>
    <w:p w14:paraId="306866D4" w14:textId="6DBDBAAF" w:rsidR="000144DD" w:rsidRPr="00A04DD8" w:rsidRDefault="000144DD" w:rsidP="00E93CD3">
      <w:pPr>
        <w:pStyle w:val="Default"/>
        <w:numPr>
          <w:ilvl w:val="0"/>
          <w:numId w:val="2"/>
        </w:numPr>
        <w:rPr>
          <w:sz w:val="20"/>
          <w:szCs w:val="20"/>
          <w:u w:val="none"/>
          <w:lang w:val="nl-NL"/>
        </w:rPr>
      </w:pPr>
      <w:r w:rsidRPr="00A04DD8">
        <w:rPr>
          <w:sz w:val="20"/>
          <w:szCs w:val="20"/>
          <w:u w:val="none"/>
          <w:lang w:val="nl-NL"/>
        </w:rPr>
        <w:t xml:space="preserve">Lijst met dieren om na te doen </w:t>
      </w:r>
    </w:p>
    <w:p w14:paraId="30D3F3E4" w14:textId="77777777" w:rsidR="000144DD" w:rsidRPr="00A04DD8" w:rsidRDefault="000144DD" w:rsidP="000144DD">
      <w:pPr>
        <w:pStyle w:val="Default"/>
        <w:rPr>
          <w:sz w:val="20"/>
          <w:szCs w:val="20"/>
          <w:u w:val="none"/>
          <w:lang w:val="nl-NL"/>
        </w:rPr>
      </w:pPr>
    </w:p>
    <w:p w14:paraId="10EC1018" w14:textId="43579D40" w:rsidR="000144DD" w:rsidRPr="00A04DD8" w:rsidRDefault="000144DD" w:rsidP="000144DD">
      <w:pPr>
        <w:pStyle w:val="Default"/>
        <w:rPr>
          <w:b/>
          <w:bCs/>
          <w:sz w:val="20"/>
          <w:szCs w:val="20"/>
          <w:u w:val="none"/>
          <w:lang w:val="nl-NL"/>
        </w:rPr>
      </w:pPr>
      <w:r w:rsidRPr="00A04DD8">
        <w:rPr>
          <w:b/>
          <w:bCs/>
          <w:sz w:val="20"/>
          <w:szCs w:val="20"/>
          <w:u w:val="none"/>
          <w:lang w:val="nl-NL"/>
        </w:rPr>
        <w:t>Activiteitengebieden</w:t>
      </w:r>
    </w:p>
    <w:p w14:paraId="7A236557" w14:textId="14FC68CE" w:rsidR="000144DD" w:rsidRPr="00A04DD8" w:rsidRDefault="000144DD" w:rsidP="000144DD">
      <w:pPr>
        <w:pStyle w:val="Default"/>
        <w:numPr>
          <w:ilvl w:val="0"/>
          <w:numId w:val="1"/>
        </w:numPr>
        <w:rPr>
          <w:sz w:val="20"/>
          <w:szCs w:val="20"/>
          <w:u w:val="none"/>
          <w:lang w:val="nl-NL"/>
        </w:rPr>
      </w:pPr>
      <w:r w:rsidRPr="00A04DD8">
        <w:rPr>
          <w:sz w:val="20"/>
          <w:szCs w:val="20"/>
          <w:u w:val="none"/>
          <w:lang w:val="nl-NL"/>
        </w:rPr>
        <w:t>Buitenleven</w:t>
      </w:r>
    </w:p>
    <w:p w14:paraId="59D227AE" w14:textId="77777777" w:rsidR="000144DD" w:rsidRPr="00A04DD8" w:rsidRDefault="000144DD" w:rsidP="000144DD">
      <w:pPr>
        <w:pStyle w:val="Default"/>
        <w:rPr>
          <w:sz w:val="20"/>
          <w:szCs w:val="20"/>
          <w:u w:val="none"/>
          <w:lang w:val="nl-NL"/>
        </w:rPr>
      </w:pPr>
    </w:p>
    <w:p w14:paraId="303D8F42" w14:textId="25DEC03F" w:rsidR="000144DD" w:rsidRPr="00A04DD8" w:rsidRDefault="000144DD" w:rsidP="000144DD">
      <w:pPr>
        <w:pStyle w:val="Default"/>
        <w:rPr>
          <w:sz w:val="20"/>
          <w:szCs w:val="20"/>
          <w:u w:val="none"/>
          <w:lang w:val="nl-NL"/>
        </w:rPr>
      </w:pPr>
      <w:r w:rsidRPr="00A04DD8">
        <w:rPr>
          <w:b/>
          <w:bCs/>
          <w:sz w:val="20"/>
          <w:szCs w:val="20"/>
          <w:u w:val="none"/>
          <w:lang w:val="nl-NL"/>
        </w:rPr>
        <w:t>Extra informatie</w:t>
      </w:r>
    </w:p>
    <w:p w14:paraId="54E63C30" w14:textId="17DBBA1C" w:rsidR="00B53011" w:rsidRPr="00A04DD8" w:rsidRDefault="000144DD" w:rsidP="000144DD">
      <w:pPr>
        <w:pStyle w:val="NoSpacing"/>
      </w:pPr>
      <w:r w:rsidRPr="00A04DD8">
        <w:rPr>
          <w:szCs w:val="20"/>
        </w:rPr>
        <w:t xml:space="preserve">Heb jij een groep die al wat ouder of wat vaardiger is? Maak het dan moeilijker door 1 bever een opdracht te geven die hij samen met een ander moet uitvoeren (bijvoorbeeld een ander een vierkantje laten uitknippen). Deze mag dan alleen maar geluiden maken van 1 dier daarbij en het niet voordoen. </w:t>
      </w:r>
    </w:p>
    <w:sectPr w:rsidR="00B53011" w:rsidRPr="00A04DD8" w:rsidSect="00990432">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220C1" w14:textId="77777777" w:rsidR="00BA7537" w:rsidRDefault="00BA7537" w:rsidP="00B53011">
      <w:pPr>
        <w:spacing w:after="0" w:line="240" w:lineRule="auto"/>
      </w:pPr>
      <w:r>
        <w:separator/>
      </w:r>
    </w:p>
  </w:endnote>
  <w:endnote w:type="continuationSeparator" w:id="0">
    <w:p w14:paraId="7957B50C" w14:textId="77777777" w:rsidR="00BA7537" w:rsidRDefault="00BA7537"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6027" w14:textId="77777777" w:rsidR="00D61F56" w:rsidRDefault="00D61F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89D9A0" w14:textId="77777777" w:rsidR="00BA7537" w:rsidRDefault="00BA7537" w:rsidP="00B53011">
      <w:pPr>
        <w:spacing w:after="0" w:line="240" w:lineRule="auto"/>
      </w:pPr>
      <w:r>
        <w:separator/>
      </w:r>
    </w:p>
  </w:footnote>
  <w:footnote w:type="continuationSeparator" w:id="0">
    <w:p w14:paraId="5CCE4602" w14:textId="77777777" w:rsidR="00BA7537" w:rsidRDefault="00BA7537"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B1D0F" w14:textId="77777777" w:rsidR="00D61F56" w:rsidRDefault="00D61F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72FE24BB" w:rsidR="00D61F56" w:rsidRPr="00D61F56" w:rsidRDefault="00D61F56" w:rsidP="00D61F56">
    <w:pPr>
      <w:pStyle w:val="Title"/>
      <w:rPr>
        <w:color w:val="FFFFFF" w:themeColor="background1"/>
      </w:rPr>
    </w:pPr>
    <w:r>
      <w:rPr>
        <w:color w:val="FFFFFF" w:themeColor="background1"/>
      </w:rPr>
      <w:t>Communicatie in het dierenrijk</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D5828"/>
    <w:multiLevelType w:val="hybridMultilevel"/>
    <w:tmpl w:val="A69C2FBA"/>
    <w:lvl w:ilvl="0" w:tplc="1C50701E">
      <w:start w:val="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7636F1"/>
    <w:multiLevelType w:val="hybridMultilevel"/>
    <w:tmpl w:val="17A0A0F4"/>
    <w:lvl w:ilvl="0" w:tplc="936C168A">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39224888">
    <w:abstractNumId w:val="1"/>
  </w:num>
  <w:num w:numId="2" w16cid:durableId="8469477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144DD"/>
    <w:rsid w:val="000610B6"/>
    <w:rsid w:val="001068AA"/>
    <w:rsid w:val="002F44E9"/>
    <w:rsid w:val="00302AD2"/>
    <w:rsid w:val="004F1D93"/>
    <w:rsid w:val="005153E6"/>
    <w:rsid w:val="005837D4"/>
    <w:rsid w:val="005E31B0"/>
    <w:rsid w:val="00656311"/>
    <w:rsid w:val="006836B0"/>
    <w:rsid w:val="006D1E8C"/>
    <w:rsid w:val="00790541"/>
    <w:rsid w:val="00835635"/>
    <w:rsid w:val="008D301C"/>
    <w:rsid w:val="009839E5"/>
    <w:rsid w:val="00990432"/>
    <w:rsid w:val="00A04DD8"/>
    <w:rsid w:val="00A05471"/>
    <w:rsid w:val="00A15E9C"/>
    <w:rsid w:val="00B4624E"/>
    <w:rsid w:val="00B53011"/>
    <w:rsid w:val="00BA7537"/>
    <w:rsid w:val="00C12077"/>
    <w:rsid w:val="00C47CE5"/>
    <w:rsid w:val="00CA62FC"/>
    <w:rsid w:val="00CC37B9"/>
    <w:rsid w:val="00D61F56"/>
    <w:rsid w:val="00E0152E"/>
    <w:rsid w:val="00E93CD3"/>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0144DD"/>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2025-09-03T09:06:00Z</dcterms:created>
  <dcterms:modified xsi:type="dcterms:W3CDTF">2025-09-04T10:18:00Z</dcterms:modified>
</cp:coreProperties>
</file>